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D36" w:rsidRDefault="00B35D36"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9138"/>
        <w:gridCol w:w="30"/>
        <w:gridCol w:w="775"/>
        <w:gridCol w:w="30"/>
        <w:gridCol w:w="817"/>
      </w:tblGrid>
      <w:tr w:rsidR="00B35D36" w:rsidTr="00CE0C2C">
        <w:trPr>
          <w:trHeight w:val="288"/>
        </w:trPr>
        <w:tc>
          <w:tcPr>
            <w:tcW w:w="92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35D36" w:rsidRDefault="00B35D36" w:rsidP="007A0A25"/>
          <w:p w:rsidR="00B35D36" w:rsidRPr="00B35D36" w:rsidRDefault="00B35D36" w:rsidP="007A0A25">
            <w:pPr>
              <w:rPr>
                <w:b/>
              </w:rPr>
            </w:pPr>
            <w:r w:rsidRPr="00B35D36">
              <w:rPr>
                <w:b/>
              </w:rPr>
              <w:t xml:space="preserve">Ask questions that are bold and </w:t>
            </w:r>
            <w:r w:rsidRPr="00B35D36">
              <w:rPr>
                <w:b/>
                <w:u w:val="single"/>
              </w:rPr>
              <w:t>underlined</w:t>
            </w:r>
          </w:p>
        </w:tc>
        <w:tc>
          <w:tcPr>
            <w:tcW w:w="163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B35D36" w:rsidRPr="00B35D36" w:rsidRDefault="00B35D36" w:rsidP="00B35D36">
            <w:pPr>
              <w:jc w:val="center"/>
              <w:rPr>
                <w:b/>
              </w:rPr>
            </w:pPr>
            <w:r w:rsidRPr="00B35D36">
              <w:rPr>
                <w:b/>
              </w:rPr>
              <w:t>Since Last</w:t>
            </w:r>
          </w:p>
          <w:p w:rsidR="00B35D36" w:rsidRDefault="00B35D36" w:rsidP="00B35D36">
            <w:pPr>
              <w:jc w:val="center"/>
            </w:pPr>
            <w:r w:rsidRPr="00B35D36">
              <w:rPr>
                <w:b/>
              </w:rPr>
              <w:t>Asked</w:t>
            </w:r>
          </w:p>
        </w:tc>
      </w:tr>
      <w:tr w:rsidR="00B35D36" w:rsidTr="00CE0C2C">
        <w:trPr>
          <w:trHeight w:val="453"/>
        </w:trPr>
        <w:tc>
          <w:tcPr>
            <w:tcW w:w="92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35D36" w:rsidRDefault="00B35D36" w:rsidP="007A0A25"/>
          <w:p w:rsidR="00B35D36" w:rsidRPr="00B35D36" w:rsidRDefault="00B35D36" w:rsidP="007A0A25">
            <w:pPr>
              <w:rPr>
                <w:b/>
              </w:rPr>
            </w:pPr>
            <w:r w:rsidRPr="00B35D36">
              <w:rPr>
                <w:b/>
              </w:rPr>
              <w:t>Ask Qestion 2*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D36" w:rsidRDefault="00B35D36" w:rsidP="00B35D36">
            <w:pPr>
              <w:jc w:val="center"/>
            </w:pPr>
          </w:p>
          <w:p w:rsidR="00B35D36" w:rsidRPr="00B35D36" w:rsidRDefault="00B35D36" w:rsidP="00B35D36">
            <w:pPr>
              <w:jc w:val="center"/>
              <w:rPr>
                <w:b/>
              </w:rPr>
            </w:pPr>
            <w:r w:rsidRPr="00B35D36">
              <w:rPr>
                <w:b/>
              </w:rPr>
              <w:t>Yes</w:t>
            </w:r>
          </w:p>
        </w:tc>
        <w:tc>
          <w:tcPr>
            <w:tcW w:w="821" w:type="dxa"/>
            <w:tcBorders>
              <w:left w:val="single" w:sz="4" w:space="0" w:color="auto"/>
            </w:tcBorders>
            <w:shd w:val="clear" w:color="auto" w:fill="auto"/>
          </w:tcPr>
          <w:p w:rsidR="00B35D36" w:rsidRDefault="00B35D36" w:rsidP="00B35D36">
            <w:pPr>
              <w:jc w:val="center"/>
            </w:pPr>
          </w:p>
          <w:p w:rsidR="00B35D36" w:rsidRPr="00B35D36" w:rsidRDefault="00B35D36" w:rsidP="00B35D36">
            <w:pPr>
              <w:jc w:val="center"/>
              <w:rPr>
                <w:b/>
              </w:rPr>
            </w:pPr>
            <w:r w:rsidRPr="00B35D36">
              <w:rPr>
                <w:b/>
              </w:rPr>
              <w:t xml:space="preserve">No </w:t>
            </w:r>
          </w:p>
        </w:tc>
      </w:tr>
      <w:tr w:rsidR="00B35D36" w:rsidTr="00CE0C2C">
        <w:trPr>
          <w:trHeight w:val="939"/>
        </w:trPr>
        <w:tc>
          <w:tcPr>
            <w:tcW w:w="92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35D36" w:rsidRPr="00CE0C2C" w:rsidRDefault="002B5B67" w:rsidP="007A0A25">
            <w:pPr>
              <w:rPr>
                <w:b/>
              </w:rPr>
            </w:pPr>
            <w:r w:rsidRPr="00CE0C2C">
              <w:rPr>
                <w:b/>
              </w:rPr>
              <w:t>2) Suicidal Thoughts:</w:t>
            </w:r>
          </w:p>
          <w:p w:rsidR="002B5B67" w:rsidRDefault="00485162" w:rsidP="007A0A25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Select"/>
                    <w:listEntry w:val="Yes"/>
                    <w:listEntry w:val="No"/>
                  </w:ddList>
                </w:ffData>
              </w:fldChar>
            </w:r>
            <w:bookmarkStart w:id="1" w:name="Dropdown1"/>
            <w:r>
              <w:instrText xml:space="preserve"> FORMDROPDOWN </w:instrText>
            </w:r>
            <w:r w:rsidR="00294097">
              <w:fldChar w:fldCharType="separate"/>
            </w:r>
            <w:r>
              <w:fldChar w:fldCharType="end"/>
            </w:r>
            <w:bookmarkEnd w:id="1"/>
          </w:p>
          <w:p w:rsidR="002B5B67" w:rsidRPr="002B5B67" w:rsidRDefault="002B5B67" w:rsidP="007A0A25">
            <w:pPr>
              <w:rPr>
                <w:b/>
                <w:u w:val="single"/>
              </w:rPr>
            </w:pPr>
            <w:r>
              <w:t xml:space="preserve">     </w:t>
            </w:r>
            <w:r w:rsidRPr="002B5B67">
              <w:rPr>
                <w:b/>
                <w:u w:val="single"/>
              </w:rPr>
              <w:t>Since you were last asked, have you actually had thoughts about killing yourself?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5D36" w:rsidRDefault="00B35D36" w:rsidP="00B35D36">
            <w:pPr>
              <w:jc w:val="center"/>
            </w:pPr>
          </w:p>
        </w:tc>
        <w:tc>
          <w:tcPr>
            <w:tcW w:w="821" w:type="dxa"/>
            <w:tcBorders>
              <w:left w:val="single" w:sz="4" w:space="0" w:color="auto"/>
            </w:tcBorders>
            <w:shd w:val="clear" w:color="auto" w:fill="auto"/>
          </w:tcPr>
          <w:p w:rsidR="00B35D36" w:rsidRDefault="00B35D36" w:rsidP="00B35D36">
            <w:pPr>
              <w:jc w:val="center"/>
            </w:pPr>
          </w:p>
        </w:tc>
      </w:tr>
      <w:tr w:rsidR="00CE0C2C" w:rsidTr="00CE0C2C">
        <w:trPr>
          <w:trHeight w:val="606"/>
        </w:trPr>
        <w:tc>
          <w:tcPr>
            <w:tcW w:w="10916" w:type="dxa"/>
            <w:gridSpan w:val="5"/>
            <w:shd w:val="clear" w:color="auto" w:fill="auto"/>
          </w:tcPr>
          <w:p w:rsidR="00CE0C2C" w:rsidRDefault="00CE0C2C" w:rsidP="00CE0C2C"/>
          <w:p w:rsidR="00CE0C2C" w:rsidRDefault="00CE0C2C" w:rsidP="00CE0C2C">
            <w:pPr>
              <w:rPr>
                <w:b/>
              </w:rPr>
            </w:pPr>
            <w:r w:rsidRPr="00CE0C2C">
              <w:rPr>
                <w:b/>
              </w:rPr>
              <w:t>If YES to 2, ask questions 3,4,5, and 6. If NO to 2, go directly to question 6</w:t>
            </w:r>
          </w:p>
          <w:p w:rsidR="00CE0C2C" w:rsidRPr="00CE0C2C" w:rsidRDefault="00CE0C2C" w:rsidP="00CE0C2C">
            <w:pPr>
              <w:rPr>
                <w:b/>
              </w:rPr>
            </w:pPr>
          </w:p>
        </w:tc>
      </w:tr>
      <w:tr w:rsidR="00CE0C2C" w:rsidTr="00CE0C2C">
        <w:trPr>
          <w:trHeight w:val="903"/>
        </w:trPr>
        <w:tc>
          <w:tcPr>
            <w:tcW w:w="9255" w:type="dxa"/>
            <w:tcBorders>
              <w:right w:val="single" w:sz="4" w:space="0" w:color="auto"/>
            </w:tcBorders>
            <w:shd w:val="clear" w:color="auto" w:fill="auto"/>
          </w:tcPr>
          <w:p w:rsidR="00CE0C2C" w:rsidRPr="00CE0C2C" w:rsidRDefault="00CE0C2C" w:rsidP="00CE0C2C">
            <w:pPr>
              <w:rPr>
                <w:b/>
              </w:rPr>
            </w:pPr>
            <w:r w:rsidRPr="00CE0C2C">
              <w:rPr>
                <w:b/>
              </w:rPr>
              <w:t>3) Suicidal Thoughts with Method (without Specific Plan or Intent to Act):</w:t>
            </w:r>
          </w:p>
          <w:p w:rsidR="00CE0C2C" w:rsidRPr="00CE0C2C" w:rsidRDefault="00485162" w:rsidP="00CE0C2C">
            <w:pPr>
              <w:rPr>
                <w:b/>
              </w:rPr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Select"/>
                    <w:listEntry w:val="Yes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 w:rsidR="00294097">
              <w:fldChar w:fldCharType="separate"/>
            </w:r>
            <w:r>
              <w:fldChar w:fldCharType="end"/>
            </w:r>
          </w:p>
          <w:p w:rsidR="00CE0C2C" w:rsidRPr="00CE0C2C" w:rsidRDefault="00CE0C2C" w:rsidP="00CE0C2C">
            <w:pPr>
              <w:rPr>
                <w:u w:val="single"/>
              </w:rPr>
            </w:pPr>
            <w:r w:rsidRPr="00CE0C2C">
              <w:rPr>
                <w:b/>
              </w:rPr>
              <w:t xml:space="preserve">     </w:t>
            </w:r>
            <w:r w:rsidRPr="00CE0C2C">
              <w:rPr>
                <w:b/>
                <w:u w:val="single"/>
              </w:rPr>
              <w:t>Have you had these thoughts and had some intention of acting on them?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0C2C" w:rsidRDefault="00CE0C2C" w:rsidP="00CE0C2C"/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E0C2C" w:rsidRDefault="00CE0C2C" w:rsidP="00CE0C2C"/>
        </w:tc>
      </w:tr>
      <w:tr w:rsidR="00CE0C2C" w:rsidTr="00CE0C2C">
        <w:trPr>
          <w:trHeight w:val="948"/>
        </w:trPr>
        <w:tc>
          <w:tcPr>
            <w:tcW w:w="9255" w:type="dxa"/>
            <w:tcBorders>
              <w:right w:val="single" w:sz="4" w:space="0" w:color="auto"/>
            </w:tcBorders>
            <w:shd w:val="clear" w:color="auto" w:fill="auto"/>
          </w:tcPr>
          <w:p w:rsidR="00CE0C2C" w:rsidRPr="00CE0C2C" w:rsidRDefault="00CE0C2C" w:rsidP="00CE0C2C">
            <w:pPr>
              <w:rPr>
                <w:b/>
              </w:rPr>
            </w:pPr>
            <w:r w:rsidRPr="00CE0C2C">
              <w:rPr>
                <w:b/>
              </w:rPr>
              <w:t>4)  Suicidal Intent (without Specific Plan):</w:t>
            </w:r>
          </w:p>
          <w:p w:rsidR="00CE0C2C" w:rsidRDefault="00485162" w:rsidP="00CE0C2C">
            <w:pPr>
              <w:rPr>
                <w:b/>
              </w:rPr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Select"/>
                    <w:listEntry w:val="Yes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 w:rsidR="00294097">
              <w:fldChar w:fldCharType="separate"/>
            </w:r>
            <w:r>
              <w:fldChar w:fldCharType="end"/>
            </w:r>
          </w:p>
          <w:p w:rsidR="00CE0C2C" w:rsidRPr="00CE0C2C" w:rsidRDefault="00CE0C2C" w:rsidP="00CE0C2C">
            <w:pPr>
              <w:rPr>
                <w:b/>
                <w:u w:val="single"/>
              </w:rPr>
            </w:pPr>
            <w:r>
              <w:rPr>
                <w:b/>
              </w:rPr>
              <w:t xml:space="preserve">     </w:t>
            </w:r>
            <w:r w:rsidRPr="00CE0C2C">
              <w:rPr>
                <w:b/>
                <w:u w:val="single"/>
              </w:rPr>
              <w:t>Have you had these thougths and had some intention of acting on them?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0C2C" w:rsidRDefault="00CE0C2C" w:rsidP="00CE0C2C"/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E0C2C" w:rsidRDefault="00CE0C2C" w:rsidP="00CE0C2C"/>
        </w:tc>
      </w:tr>
      <w:tr w:rsidR="00CE0C2C" w:rsidTr="00CE0C2C">
        <w:trPr>
          <w:trHeight w:val="1218"/>
        </w:trPr>
        <w:tc>
          <w:tcPr>
            <w:tcW w:w="9255" w:type="dxa"/>
            <w:tcBorders>
              <w:right w:val="single" w:sz="4" w:space="0" w:color="auto"/>
            </w:tcBorders>
            <w:shd w:val="clear" w:color="auto" w:fill="auto"/>
          </w:tcPr>
          <w:p w:rsidR="00CE0C2C" w:rsidRDefault="00CE0C2C" w:rsidP="00CE0C2C">
            <w:pPr>
              <w:rPr>
                <w:b/>
              </w:rPr>
            </w:pPr>
            <w:r w:rsidRPr="00CE0C2C">
              <w:rPr>
                <w:b/>
              </w:rPr>
              <w:t>5) Suicide Intent with Specific Plan:</w:t>
            </w:r>
          </w:p>
          <w:p w:rsidR="00CE0C2C" w:rsidRDefault="00485162" w:rsidP="00CE0C2C">
            <w:pPr>
              <w:rPr>
                <w:b/>
              </w:rPr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Select"/>
                    <w:listEntry w:val="Yes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 w:rsidR="00294097">
              <w:fldChar w:fldCharType="separate"/>
            </w:r>
            <w:r>
              <w:fldChar w:fldCharType="end"/>
            </w:r>
          </w:p>
          <w:p w:rsidR="00CE0C2C" w:rsidRPr="00CE0C2C" w:rsidRDefault="00CE0C2C" w:rsidP="00CE0C2C">
            <w:pPr>
              <w:rPr>
                <w:b/>
                <w:u w:val="single"/>
              </w:rPr>
            </w:pPr>
            <w:r>
              <w:rPr>
                <w:b/>
              </w:rPr>
              <w:t xml:space="preserve">     </w:t>
            </w:r>
            <w:r w:rsidRPr="00CE0C2C">
              <w:rPr>
                <w:b/>
                <w:u w:val="single"/>
              </w:rPr>
              <w:t>Have you started to work out or worked out the details of how to kill yourself? Do you</w:t>
            </w:r>
          </w:p>
          <w:p w:rsidR="00CE0C2C" w:rsidRPr="00CE0C2C" w:rsidRDefault="00CE0C2C" w:rsidP="00CE0C2C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CE0C2C">
              <w:rPr>
                <w:b/>
                <w:u w:val="single"/>
              </w:rPr>
              <w:t>intend to carry out this plan?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0C2C" w:rsidRDefault="00CE0C2C" w:rsidP="00CE0C2C"/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E0C2C" w:rsidRDefault="00CE0C2C" w:rsidP="00CE0C2C"/>
        </w:tc>
      </w:tr>
      <w:tr w:rsidR="00CE0C2C" w:rsidTr="00CE0C2C">
        <w:trPr>
          <w:trHeight w:val="288"/>
        </w:trPr>
        <w:tc>
          <w:tcPr>
            <w:tcW w:w="9255" w:type="dxa"/>
            <w:tcBorders>
              <w:right w:val="single" w:sz="4" w:space="0" w:color="auto"/>
            </w:tcBorders>
            <w:shd w:val="clear" w:color="auto" w:fill="auto"/>
          </w:tcPr>
          <w:p w:rsidR="00CE0C2C" w:rsidRPr="00CE0C2C" w:rsidRDefault="00CE0C2C" w:rsidP="00CE0C2C">
            <w:pPr>
              <w:rPr>
                <w:b/>
              </w:rPr>
            </w:pPr>
            <w:r w:rsidRPr="00CE0C2C">
              <w:rPr>
                <w:b/>
              </w:rPr>
              <w:t>6) Suicide Behavior</w:t>
            </w:r>
          </w:p>
          <w:p w:rsidR="00CE0C2C" w:rsidRDefault="00485162" w:rsidP="00CE0C2C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Select"/>
                    <w:listEntry w:val="Yes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 w:rsidR="00294097">
              <w:fldChar w:fldCharType="separate"/>
            </w:r>
            <w:r>
              <w:fldChar w:fldCharType="end"/>
            </w:r>
          </w:p>
          <w:p w:rsidR="00CE0C2C" w:rsidRPr="00CE0C2C" w:rsidRDefault="00CE0C2C" w:rsidP="00CE0C2C">
            <w:pPr>
              <w:rPr>
                <w:b/>
                <w:u w:val="single"/>
              </w:rPr>
            </w:pPr>
            <w:r>
              <w:t xml:space="preserve">     </w:t>
            </w:r>
            <w:r w:rsidRPr="00CE0C2C">
              <w:rPr>
                <w:b/>
                <w:u w:val="single"/>
              </w:rPr>
              <w:t xml:space="preserve">Have you done anything, started to do anything, or prepared to do anything to end  </w:t>
            </w:r>
          </w:p>
          <w:p w:rsidR="00CE0C2C" w:rsidRDefault="00CE0C2C" w:rsidP="00CE0C2C">
            <w:pPr>
              <w:rPr>
                <w:b/>
                <w:u w:val="single"/>
              </w:rPr>
            </w:pPr>
            <w:r>
              <w:rPr>
                <w:b/>
              </w:rPr>
              <w:t xml:space="preserve">     </w:t>
            </w:r>
            <w:r w:rsidRPr="00CE0C2C">
              <w:rPr>
                <w:b/>
                <w:u w:val="single"/>
              </w:rPr>
              <w:t>your life?</w:t>
            </w:r>
          </w:p>
          <w:p w:rsidR="00CE0C2C" w:rsidRDefault="00CE0C2C" w:rsidP="00CE0C2C">
            <w:pPr>
              <w:rPr>
                <w:b/>
                <w:u w:val="single"/>
              </w:rPr>
            </w:pPr>
          </w:p>
          <w:p w:rsidR="00122517" w:rsidRDefault="00CE0C2C" w:rsidP="00CE0C2C">
            <w:r>
              <w:t xml:space="preserve">     Examples: Collected pills, obtained a gun, gave away valuables, wrote a will or suicide</w:t>
            </w:r>
          </w:p>
          <w:p w:rsidR="00122517" w:rsidRDefault="00122517" w:rsidP="00CE0C2C">
            <w:r>
              <w:t xml:space="preserve">     note, took out pills but didn’t swallow any, held a gun but changed your mind or it was </w:t>
            </w:r>
          </w:p>
          <w:p w:rsidR="00122517" w:rsidRDefault="00122517" w:rsidP="00CE0C2C">
            <w:r>
              <w:t xml:space="preserve">     grabbed from your hand, went to the roof but didn’t jump; or actually took pills, tried to</w:t>
            </w:r>
          </w:p>
          <w:p w:rsidR="00CE0C2C" w:rsidRDefault="00122517" w:rsidP="00CE0C2C">
            <w:r>
              <w:t xml:space="preserve">     shoot yourself, cut yourself, tried to hang yourself, etc.</w:t>
            </w:r>
          </w:p>
          <w:p w:rsidR="00122517" w:rsidRDefault="00122517" w:rsidP="00CE0C2C">
            <w:r>
              <w:t xml:space="preserve">     </w:t>
            </w:r>
          </w:p>
          <w:p w:rsidR="00122517" w:rsidRPr="00122517" w:rsidRDefault="00122517" w:rsidP="00CE0C2C">
            <w:pPr>
              <w:rPr>
                <w:b/>
                <w:u w:val="single"/>
              </w:rPr>
            </w:pPr>
            <w:r>
              <w:t xml:space="preserve">     </w:t>
            </w:r>
            <w:r w:rsidRPr="00122517">
              <w:rPr>
                <w:b/>
                <w:u w:val="single"/>
              </w:rPr>
              <w:t>If YES, what did you do?</w:t>
            </w:r>
            <w:r>
              <w:rPr>
                <w:b/>
                <w:u w:val="single"/>
              </w:rPr>
              <w:t xml:space="preserve">  </w:t>
            </w:r>
          </w:p>
          <w:p w:rsidR="00122517" w:rsidRPr="00CE0C2C" w:rsidRDefault="00485162" w:rsidP="00CE0C2C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8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0C2C" w:rsidRDefault="00CE0C2C" w:rsidP="00CE0C2C"/>
        </w:tc>
        <w:tc>
          <w:tcPr>
            <w:tcW w:w="8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E0C2C" w:rsidRDefault="00CE0C2C" w:rsidP="00CE0C2C"/>
        </w:tc>
      </w:tr>
    </w:tbl>
    <w:p w:rsidR="00FF353B" w:rsidRDefault="00FF353B" w:rsidP="007A0A25"/>
    <w:p w:rsidR="00122517" w:rsidRDefault="00122517" w:rsidP="00122517">
      <w:pPr>
        <w:rPr>
          <w:b/>
        </w:rPr>
      </w:pPr>
      <w:r w:rsidRPr="00122517">
        <w:rPr>
          <w:b/>
        </w:rPr>
        <w:t>* Note – for frequent assessment purposes, Question 1 has been omitted</w:t>
      </w:r>
    </w:p>
    <w:p w:rsidR="00122517" w:rsidRDefault="00122517" w:rsidP="00122517">
      <w:pPr>
        <w:rPr>
          <w:b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10800"/>
      </w:tblGrid>
      <w:tr w:rsidR="007502E0" w:rsidTr="007502E0">
        <w:trPr>
          <w:trHeight w:val="288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502E0" w:rsidRDefault="007502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color w:val="000000"/>
              </w:rPr>
            </w:pPr>
            <w:r>
              <w:rPr>
                <w:rFonts w:ascii="Cambria" w:hAnsi="Cambria" w:cs="Arial"/>
                <w:b/>
                <w:color w:val="000000"/>
              </w:rPr>
              <w:t>Provider’s Signature</w:t>
            </w:r>
          </w:p>
        </w:tc>
      </w:tr>
      <w:tr w:rsidR="007502E0" w:rsidTr="007502E0">
        <w:trPr>
          <w:trHeight w:val="288"/>
          <w:jc w:val="center"/>
        </w:trPr>
        <w:tc>
          <w:tcPr>
            <w:tcW w:w="10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02E0" w:rsidRDefault="007502E0">
            <w:pPr>
              <w:pStyle w:val="NoSpacing"/>
              <w:rPr>
                <w:rFonts w:ascii="Cambria" w:eastAsia="Calibri" w:hAnsi="Cambria"/>
                <w:b/>
                <w:sz w:val="16"/>
                <w:szCs w:val="16"/>
              </w:rPr>
            </w:pPr>
            <w:r>
              <w:rPr>
                <w:rFonts w:ascii="Cambria" w:eastAsia="Calibri" w:hAnsi="Cambria"/>
                <w:b/>
                <w:sz w:val="16"/>
                <w:szCs w:val="16"/>
              </w:rPr>
              <w:t>Staff Signature/Credentials/Date</w:t>
            </w:r>
          </w:p>
          <w:p w:rsidR="007502E0" w:rsidRDefault="007502E0">
            <w:pPr>
              <w:widowControl w:val="0"/>
              <w:autoSpaceDE w:val="0"/>
              <w:autoSpaceDN w:val="0"/>
              <w:adjustRightInd w:val="0"/>
              <w:rPr>
                <w:rFonts w:ascii="Cambria" w:hAnsi="Cambria" w:cs="Arial"/>
                <w:b/>
                <w:color w:val="000000"/>
              </w:rPr>
            </w:pPr>
            <w:r>
              <w:rPr>
                <w:rFonts w:ascii="Cambria" w:eastAsia="Calibri" w:hAnsi="Cambria"/>
                <w:sz w:val="16"/>
                <w:szCs w:val="16"/>
              </w:rPr>
              <w:t>&amp;STFCONSENTX&amp;</w:t>
            </w:r>
          </w:p>
        </w:tc>
      </w:tr>
    </w:tbl>
    <w:p w:rsidR="00122517" w:rsidRPr="00122517" w:rsidRDefault="00122517" w:rsidP="007502E0">
      <w:pPr>
        <w:rPr>
          <w:b/>
        </w:rPr>
      </w:pPr>
    </w:p>
    <w:sectPr w:rsidR="00122517" w:rsidRPr="00122517" w:rsidSect="00806386">
      <w:headerReference w:type="default" r:id="rId7"/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090" w:rsidRDefault="00837090">
      <w:r>
        <w:separator/>
      </w:r>
    </w:p>
  </w:endnote>
  <w:endnote w:type="continuationSeparator" w:id="0">
    <w:p w:rsidR="00837090" w:rsidRDefault="0083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CE0C2C" w:rsidRPr="00777456" w:rsidTr="00777456">
      <w:trPr>
        <w:jc w:val="center"/>
      </w:trPr>
      <w:tc>
        <w:tcPr>
          <w:tcW w:w="3858" w:type="dxa"/>
          <w:vAlign w:val="center"/>
        </w:tcPr>
        <w:p w:rsidR="00CE0C2C" w:rsidRPr="00777456" w:rsidRDefault="00CE0C2C" w:rsidP="007A0A25">
          <w:pPr>
            <w:pStyle w:val="Foo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 w:cs="Arial"/>
              <w:sz w:val="16"/>
              <w:szCs w:val="16"/>
            </w:rPr>
            <w:t>405CSSRSDSS</w:t>
          </w:r>
          <w:r w:rsidRPr="00777456">
            <w:rPr>
              <w:rFonts w:ascii="Cambria" w:hAnsi="Cambria" w:cs="Arial"/>
              <w:sz w:val="16"/>
              <w:szCs w:val="16"/>
            </w:rPr>
            <w:t xml:space="preserve"> </w:t>
          </w:r>
          <w:r>
            <w:rPr>
              <w:rFonts w:ascii="Cambria" w:hAnsi="Cambria" w:cs="Arial"/>
              <w:sz w:val="16"/>
              <w:szCs w:val="16"/>
            </w:rPr>
            <w:t>5/2016</w:t>
          </w:r>
        </w:p>
      </w:tc>
      <w:tc>
        <w:tcPr>
          <w:tcW w:w="3859" w:type="dxa"/>
          <w:vAlign w:val="center"/>
        </w:tcPr>
        <w:p w:rsidR="00CE0C2C" w:rsidRPr="00777456" w:rsidRDefault="00CE0C2C" w:rsidP="00B761B3">
          <w:pPr>
            <w:pStyle w:val="Footer"/>
            <w:jc w:val="center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>&amp;controlcode&amp;</w:t>
          </w:r>
        </w:p>
      </w:tc>
      <w:tc>
        <w:tcPr>
          <w:tcW w:w="3859" w:type="dxa"/>
          <w:vAlign w:val="center"/>
        </w:tcPr>
        <w:p w:rsidR="00CE0C2C" w:rsidRPr="00777456" w:rsidRDefault="00CE0C2C" w:rsidP="00777456">
          <w:pPr>
            <w:pStyle w:val="Footer"/>
            <w:jc w:val="right"/>
            <w:rPr>
              <w:rFonts w:ascii="Cambria" w:hAnsi="Cambria"/>
              <w:sz w:val="16"/>
              <w:szCs w:val="16"/>
            </w:rPr>
          </w:pPr>
          <w:r w:rsidRPr="00777456">
            <w:rPr>
              <w:rFonts w:ascii="Cambria" w:hAnsi="Cambria" w:cs="Arial"/>
              <w:bCs/>
              <w:sz w:val="16"/>
              <w:szCs w:val="16"/>
            </w:rPr>
            <w:t>Page</w:t>
          </w:r>
          <w:r w:rsidRPr="00777456">
            <w:rPr>
              <w:rFonts w:ascii="Cambria" w:hAnsi="Cambria" w:cs="Arial"/>
              <w:b/>
              <w:bCs/>
              <w:sz w:val="16"/>
              <w:szCs w:val="16"/>
            </w:rPr>
            <w:t xml:space="preserve">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PAGE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294097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t xml:space="preserve"> of 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begin"/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instrText xml:space="preserve"> NUMPAGES </w:instrTex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separate"/>
          </w:r>
          <w:r w:rsidR="00294097">
            <w:rPr>
              <w:rStyle w:val="PageNumber"/>
              <w:rFonts w:ascii="Cambria" w:hAnsi="Cambria" w:cs="Arial"/>
              <w:noProof/>
              <w:sz w:val="16"/>
              <w:szCs w:val="16"/>
            </w:rPr>
            <w:t>1</w:t>
          </w:r>
          <w:r w:rsidRPr="00777456">
            <w:rPr>
              <w:rStyle w:val="PageNumber"/>
              <w:rFonts w:ascii="Cambria" w:hAnsi="Cambria" w:cs="Arial"/>
              <w:sz w:val="16"/>
              <w:szCs w:val="16"/>
            </w:rPr>
            <w:fldChar w:fldCharType="end"/>
          </w:r>
        </w:p>
      </w:tc>
    </w:tr>
  </w:tbl>
  <w:p w:rsidR="00CE0C2C" w:rsidRPr="00A14250" w:rsidRDefault="00CE0C2C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090" w:rsidRDefault="00837090">
      <w:r>
        <w:separator/>
      </w:r>
    </w:p>
  </w:footnote>
  <w:footnote w:type="continuationSeparator" w:id="0">
    <w:p w:rsidR="00837090" w:rsidRDefault="00837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CE0C2C" w:rsidRPr="00777456" w:rsidTr="00777456">
      <w:trPr>
        <w:trHeight w:val="432"/>
        <w:jc w:val="center"/>
      </w:trPr>
      <w:tc>
        <w:tcPr>
          <w:tcW w:w="5788" w:type="dxa"/>
          <w:vAlign w:val="center"/>
        </w:tcPr>
        <w:p w:rsidR="00CE0C2C" w:rsidRPr="00777456" w:rsidRDefault="00CE0C2C" w:rsidP="00B761B3">
          <w:pPr>
            <w:pStyle w:val="Header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CE0C2C" w:rsidRPr="00777456" w:rsidRDefault="00CE0C2C" w:rsidP="00B51797">
          <w:pPr>
            <w:pStyle w:val="Header"/>
            <w:jc w:val="right"/>
            <w:rPr>
              <w:rFonts w:ascii="Cambria" w:hAnsi="Cambria"/>
              <w:sz w:val="32"/>
              <w:szCs w:val="32"/>
            </w:rPr>
          </w:pPr>
          <w:r>
            <w:rPr>
              <w:rFonts w:ascii="Cambria" w:hAnsi="Cambria"/>
              <w:sz w:val="32"/>
              <w:szCs w:val="32"/>
            </w:rPr>
            <w:t xml:space="preserve"> Columbia-Suicide Severity Rating Scale Daily/Shift Screen</w:t>
          </w:r>
        </w:p>
      </w:tc>
    </w:tr>
    <w:tr w:rsidR="00CE0C2C" w:rsidRPr="00777456" w:rsidTr="00777456">
      <w:trPr>
        <w:trHeight w:val="144"/>
        <w:jc w:val="center"/>
      </w:trPr>
      <w:tc>
        <w:tcPr>
          <w:tcW w:w="5788" w:type="dxa"/>
          <w:vAlign w:val="center"/>
        </w:tcPr>
        <w:p w:rsidR="00CE0C2C" w:rsidRPr="00777456" w:rsidRDefault="00F91714" w:rsidP="00BE2628">
          <w:pPr>
            <w:pStyle w:val="Header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 xml:space="preserve">Consumer </w:t>
          </w:r>
          <w:r w:rsidR="00CE0C2C" w:rsidRPr="00777456">
            <w:rPr>
              <w:rFonts w:ascii="Cambria" w:hAnsi="Cambria"/>
              <w:sz w:val="16"/>
              <w:szCs w:val="16"/>
            </w:rPr>
            <w:t>Name:  &amp;cltfst&amp; &amp;cltlst&amp;</w:t>
          </w:r>
        </w:p>
      </w:tc>
      <w:tc>
        <w:tcPr>
          <w:tcW w:w="5788" w:type="dxa"/>
          <w:vAlign w:val="center"/>
        </w:tcPr>
        <w:p w:rsidR="00CE0C2C" w:rsidRPr="00777456" w:rsidRDefault="00CE0C2C" w:rsidP="00777456">
          <w:pPr>
            <w:pStyle w:val="Header"/>
            <w:jc w:val="right"/>
            <w:rPr>
              <w:rFonts w:ascii="Cambria" w:hAnsi="Cambria"/>
              <w:sz w:val="28"/>
              <w:szCs w:val="28"/>
            </w:rPr>
          </w:pPr>
          <w:r>
            <w:rPr>
              <w:rFonts w:ascii="Cambria" w:hAnsi="Cambria"/>
              <w:sz w:val="16"/>
              <w:szCs w:val="16"/>
            </w:rPr>
            <w:t>Consumer ID</w:t>
          </w:r>
          <w:r w:rsidRPr="00777456">
            <w:rPr>
              <w:rFonts w:ascii="Cambria" w:hAnsi="Cambria"/>
              <w:sz w:val="16"/>
              <w:szCs w:val="16"/>
            </w:rPr>
            <w:t>:  &amp;cltcas&amp;</w:t>
          </w:r>
        </w:p>
      </w:tc>
    </w:tr>
  </w:tbl>
  <w:p w:rsidR="00CE0C2C" w:rsidRPr="00BE2628" w:rsidRDefault="00CE0C2C">
    <w:pPr>
      <w:pStyle w:val="Header"/>
      <w:rPr>
        <w:rFonts w:ascii="Cambria" w:hAnsi="Cambria"/>
        <w:sz w:val="16"/>
        <w:szCs w:val="16"/>
      </w:rPr>
    </w:pPr>
    <w:r w:rsidRPr="00991B89">
      <w:rPr>
        <w:rFonts w:ascii="Cambria" w:hAnsi="Cambria"/>
        <w:sz w:val="16"/>
        <w:szCs w:val="16"/>
      </w:rPr>
      <w:t xml:space="preserve">                                                                                                                                                       </w:t>
    </w:r>
    <w:r>
      <w:rPr>
        <w:rFonts w:ascii="Cambria" w:hAnsi="Cambria"/>
        <w:sz w:val="16"/>
        <w:szCs w:val="16"/>
      </w:rPr>
      <w:t xml:space="preserve">                                              </w:t>
    </w:r>
    <w:r w:rsidRPr="00991B89">
      <w:rPr>
        <w:rFonts w:ascii="Cambria" w:hAnsi="Cambria"/>
        <w:sz w:val="16"/>
        <w:szCs w:val="1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6C0B"/>
    <w:multiLevelType w:val="hybridMultilevel"/>
    <w:tmpl w:val="03C86EA0"/>
    <w:lvl w:ilvl="0" w:tplc="040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765C7"/>
    <w:multiLevelType w:val="hybridMultilevel"/>
    <w:tmpl w:val="4A46DB70"/>
    <w:lvl w:ilvl="0" w:tplc="040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A0251D"/>
    <w:multiLevelType w:val="hybridMultilevel"/>
    <w:tmpl w:val="DE38B58C"/>
    <w:lvl w:ilvl="0" w:tplc="040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25559"/>
    <w:multiLevelType w:val="hybridMultilevel"/>
    <w:tmpl w:val="01765E98"/>
    <w:lvl w:ilvl="0" w:tplc="5B7AAA40">
      <w:start w:val="6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90"/>
    <w:rsid w:val="00035DE8"/>
    <w:rsid w:val="00040A25"/>
    <w:rsid w:val="00045900"/>
    <w:rsid w:val="000638D5"/>
    <w:rsid w:val="0007425C"/>
    <w:rsid w:val="000849E6"/>
    <w:rsid w:val="00090232"/>
    <w:rsid w:val="000A2E96"/>
    <w:rsid w:val="000A4BB3"/>
    <w:rsid w:val="000B5630"/>
    <w:rsid w:val="00122517"/>
    <w:rsid w:val="00127654"/>
    <w:rsid w:val="001460E6"/>
    <w:rsid w:val="00190BE7"/>
    <w:rsid w:val="001C3868"/>
    <w:rsid w:val="001C67EF"/>
    <w:rsid w:val="001D6B1F"/>
    <w:rsid w:val="001F7434"/>
    <w:rsid w:val="00206496"/>
    <w:rsid w:val="0021589F"/>
    <w:rsid w:val="00227692"/>
    <w:rsid w:val="00235EB1"/>
    <w:rsid w:val="00247710"/>
    <w:rsid w:val="0025066F"/>
    <w:rsid w:val="002610A2"/>
    <w:rsid w:val="00276C3B"/>
    <w:rsid w:val="00294097"/>
    <w:rsid w:val="002B5B67"/>
    <w:rsid w:val="002C11B5"/>
    <w:rsid w:val="002C2637"/>
    <w:rsid w:val="002E6C85"/>
    <w:rsid w:val="002F492D"/>
    <w:rsid w:val="003017EB"/>
    <w:rsid w:val="003112EB"/>
    <w:rsid w:val="00312623"/>
    <w:rsid w:val="003346CA"/>
    <w:rsid w:val="003505CF"/>
    <w:rsid w:val="003572C7"/>
    <w:rsid w:val="00374836"/>
    <w:rsid w:val="00375944"/>
    <w:rsid w:val="00380841"/>
    <w:rsid w:val="00381055"/>
    <w:rsid w:val="003B5822"/>
    <w:rsid w:val="003B6ACB"/>
    <w:rsid w:val="003E2ACF"/>
    <w:rsid w:val="003F14C3"/>
    <w:rsid w:val="004165E6"/>
    <w:rsid w:val="00431100"/>
    <w:rsid w:val="00447681"/>
    <w:rsid w:val="00464478"/>
    <w:rsid w:val="00485162"/>
    <w:rsid w:val="004A0103"/>
    <w:rsid w:val="004A5A72"/>
    <w:rsid w:val="004C66B5"/>
    <w:rsid w:val="004D1DEE"/>
    <w:rsid w:val="005145E1"/>
    <w:rsid w:val="00522BAC"/>
    <w:rsid w:val="00544323"/>
    <w:rsid w:val="00565986"/>
    <w:rsid w:val="00566382"/>
    <w:rsid w:val="005829DE"/>
    <w:rsid w:val="005A5BCD"/>
    <w:rsid w:val="005D2CEB"/>
    <w:rsid w:val="005E2257"/>
    <w:rsid w:val="005F0CA3"/>
    <w:rsid w:val="005F3570"/>
    <w:rsid w:val="006137BA"/>
    <w:rsid w:val="00631E41"/>
    <w:rsid w:val="00640BAA"/>
    <w:rsid w:val="0065552F"/>
    <w:rsid w:val="006634B6"/>
    <w:rsid w:val="00682B23"/>
    <w:rsid w:val="006A78B8"/>
    <w:rsid w:val="006D5C9A"/>
    <w:rsid w:val="006D7DD0"/>
    <w:rsid w:val="006E7E1F"/>
    <w:rsid w:val="00707479"/>
    <w:rsid w:val="00711A20"/>
    <w:rsid w:val="00722F76"/>
    <w:rsid w:val="007315F2"/>
    <w:rsid w:val="0073289D"/>
    <w:rsid w:val="0074204D"/>
    <w:rsid w:val="0074262A"/>
    <w:rsid w:val="007502E0"/>
    <w:rsid w:val="00761C79"/>
    <w:rsid w:val="00774510"/>
    <w:rsid w:val="00777456"/>
    <w:rsid w:val="007A0A25"/>
    <w:rsid w:val="007B2D35"/>
    <w:rsid w:val="007C31C1"/>
    <w:rsid w:val="007D74EC"/>
    <w:rsid w:val="007E550A"/>
    <w:rsid w:val="00801A3C"/>
    <w:rsid w:val="00806386"/>
    <w:rsid w:val="008115DF"/>
    <w:rsid w:val="0082523C"/>
    <w:rsid w:val="00837090"/>
    <w:rsid w:val="00870A4C"/>
    <w:rsid w:val="00882D2C"/>
    <w:rsid w:val="008B1790"/>
    <w:rsid w:val="008B44C1"/>
    <w:rsid w:val="008B6BC8"/>
    <w:rsid w:val="00944E20"/>
    <w:rsid w:val="00963948"/>
    <w:rsid w:val="00975F24"/>
    <w:rsid w:val="00977B06"/>
    <w:rsid w:val="00986756"/>
    <w:rsid w:val="00991A78"/>
    <w:rsid w:val="00991B89"/>
    <w:rsid w:val="009B5FEF"/>
    <w:rsid w:val="009C4F60"/>
    <w:rsid w:val="009F1341"/>
    <w:rsid w:val="009F50D6"/>
    <w:rsid w:val="00A07104"/>
    <w:rsid w:val="00A14250"/>
    <w:rsid w:val="00A4184A"/>
    <w:rsid w:val="00A5142B"/>
    <w:rsid w:val="00A605FC"/>
    <w:rsid w:val="00A61524"/>
    <w:rsid w:val="00A73FC9"/>
    <w:rsid w:val="00AA27B2"/>
    <w:rsid w:val="00AC6253"/>
    <w:rsid w:val="00AE7C85"/>
    <w:rsid w:val="00B052E0"/>
    <w:rsid w:val="00B116E5"/>
    <w:rsid w:val="00B20947"/>
    <w:rsid w:val="00B20D2F"/>
    <w:rsid w:val="00B24B4A"/>
    <w:rsid w:val="00B27192"/>
    <w:rsid w:val="00B318A9"/>
    <w:rsid w:val="00B35D36"/>
    <w:rsid w:val="00B415C5"/>
    <w:rsid w:val="00B51797"/>
    <w:rsid w:val="00B60647"/>
    <w:rsid w:val="00B761B3"/>
    <w:rsid w:val="00B83D24"/>
    <w:rsid w:val="00B954DF"/>
    <w:rsid w:val="00BE2628"/>
    <w:rsid w:val="00C11F38"/>
    <w:rsid w:val="00C428F1"/>
    <w:rsid w:val="00C43DAB"/>
    <w:rsid w:val="00C5407C"/>
    <w:rsid w:val="00C61236"/>
    <w:rsid w:val="00C6307E"/>
    <w:rsid w:val="00C66520"/>
    <w:rsid w:val="00C81B9D"/>
    <w:rsid w:val="00C96C32"/>
    <w:rsid w:val="00CD0787"/>
    <w:rsid w:val="00CD4DB1"/>
    <w:rsid w:val="00CD538F"/>
    <w:rsid w:val="00CE0C2C"/>
    <w:rsid w:val="00D00154"/>
    <w:rsid w:val="00D14CAC"/>
    <w:rsid w:val="00D221A1"/>
    <w:rsid w:val="00D266F3"/>
    <w:rsid w:val="00D30C6A"/>
    <w:rsid w:val="00D37DFC"/>
    <w:rsid w:val="00D60553"/>
    <w:rsid w:val="00D670F7"/>
    <w:rsid w:val="00D7176B"/>
    <w:rsid w:val="00D95CF8"/>
    <w:rsid w:val="00DB09D0"/>
    <w:rsid w:val="00DD7E0D"/>
    <w:rsid w:val="00E06C4F"/>
    <w:rsid w:val="00E276B5"/>
    <w:rsid w:val="00E50CA7"/>
    <w:rsid w:val="00E8557E"/>
    <w:rsid w:val="00E90A3A"/>
    <w:rsid w:val="00E951FC"/>
    <w:rsid w:val="00EA52A8"/>
    <w:rsid w:val="00EC356C"/>
    <w:rsid w:val="00ED4781"/>
    <w:rsid w:val="00ED7416"/>
    <w:rsid w:val="00EF11A5"/>
    <w:rsid w:val="00F32917"/>
    <w:rsid w:val="00F51072"/>
    <w:rsid w:val="00F661B7"/>
    <w:rsid w:val="00F73F83"/>
    <w:rsid w:val="00F90942"/>
    <w:rsid w:val="00F91714"/>
    <w:rsid w:val="00F968F2"/>
    <w:rsid w:val="00FA6ED7"/>
    <w:rsid w:val="00FB1218"/>
    <w:rsid w:val="00FB3391"/>
    <w:rsid w:val="00FC425B"/>
    <w:rsid w:val="00FE0531"/>
    <w:rsid w:val="00FF353B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9C07A0FE-1DA8-4D6C-91E5-3C1836BCE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6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\AppData\Local\Microsoft\Windows\INetCache\IE\ZQLMINRC\405COLUMBIARESCREEN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6E0C2B48-ECE5-40B8-8543-CE77E95525F5}"/>
</file>

<file path=customXml/itemProps2.xml><?xml version="1.0" encoding="utf-8"?>
<ds:datastoreItem xmlns:ds="http://schemas.openxmlformats.org/officeDocument/2006/customXml" ds:itemID="{458CB319-40FA-4B5A-8BA6-C3BFEA5E5732}"/>
</file>

<file path=customXml/itemProps3.xml><?xml version="1.0" encoding="utf-8"?>
<ds:datastoreItem xmlns:ds="http://schemas.openxmlformats.org/officeDocument/2006/customXml" ds:itemID="{2C96F326-4F65-49C3-BC48-C96C40C4F42C}"/>
</file>

<file path=docProps/app.xml><?xml version="1.0" encoding="utf-8"?>
<Properties xmlns="http://schemas.openxmlformats.org/officeDocument/2006/extended-properties" xmlns:vt="http://schemas.openxmlformats.org/officeDocument/2006/docPropsVTypes">
  <Template>405COLUMBIARESCREEN[1]</Template>
  <TotalTime>0</TotalTime>
  <Pages>1</Pages>
  <Words>229</Words>
  <Characters>1273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2008-09-29T16:33:00Z</cp:lastPrinted>
  <dcterms:created xsi:type="dcterms:W3CDTF">2020-07-20T17:10:00Z</dcterms:created>
  <dcterms:modified xsi:type="dcterms:W3CDTF">2020-07-20T17:10:00Z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204800</vt:r8>
  </property>
</Properties>
</file>